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F1" w:rsidRDefault="00393BED" w:rsidP="00A61DF1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 xml:space="preserve">Math </w:t>
      </w:r>
      <w:r w:rsidR="00A61DF1">
        <w:rPr>
          <w:rFonts w:ascii="Times New Roman" w:hAnsi="Times New Roman"/>
          <w:b/>
        </w:rPr>
        <w:t>Lesson Plan</w:t>
      </w:r>
    </w:p>
    <w:p w:rsidR="00A61DF1" w:rsidRDefault="00393BED" w:rsidP="00A61DF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Unit 1 – Date: September 4</w:t>
      </w:r>
      <w:r w:rsidRPr="00393BED">
        <w:rPr>
          <w:rFonts w:ascii="Times New Roman" w:hAnsi="Times New Roman"/>
          <w:b/>
          <w:vertAlign w:val="superscript"/>
        </w:rPr>
        <w:t>th</w:t>
      </w:r>
      <w:r>
        <w:rPr>
          <w:rFonts w:ascii="Times New Roman" w:hAnsi="Times New Roman"/>
          <w:b/>
        </w:rPr>
        <w:t xml:space="preserve"> and 5</w:t>
      </w:r>
      <w:r w:rsidRPr="00393BED">
        <w:rPr>
          <w:rFonts w:ascii="Times New Roman" w:hAnsi="Times New Roman"/>
          <w:b/>
          <w:vertAlign w:val="superscript"/>
        </w:rPr>
        <w:t>th</w:t>
      </w:r>
      <w:r>
        <w:rPr>
          <w:rFonts w:ascii="Times New Roman" w:hAnsi="Times New Roman"/>
          <w:b/>
        </w:rPr>
        <w:t xml:space="preserve"> </w:t>
      </w:r>
    </w:p>
    <w:p w:rsidR="00A61DF1" w:rsidRDefault="00A61DF1" w:rsidP="00A61DF1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0890" w:type="dxa"/>
        <w:jc w:val="center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B4664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664B" w:rsidRPr="005841A6" w:rsidRDefault="00B4664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65018" w:rsidRDefault="00B4664B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How can we generate equivalent expressions?</w:t>
            </w:r>
          </w:p>
          <w:p w:rsidR="00B4664B" w:rsidRPr="00F53206" w:rsidRDefault="00B4664B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How are variables used in mathematics?</w:t>
            </w:r>
          </w:p>
        </w:tc>
      </w:tr>
      <w:tr w:rsidR="005F3AA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AAB" w:rsidRPr="005841A6" w:rsidRDefault="005F3AA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Common Core Standard: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3AAB" w:rsidRPr="00F53206" w:rsidRDefault="00393BED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6.NS.4 </w:t>
            </w:r>
          </w:p>
        </w:tc>
      </w:tr>
      <w:tr w:rsidR="005F3AA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AAB" w:rsidRPr="005841A6" w:rsidRDefault="005F3AA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Bloom’s/ DOK 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93BED" w:rsidRPr="00393BED" w:rsidRDefault="00393BED" w:rsidP="00393BE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93BED">
              <w:rPr>
                <w:rFonts w:asciiTheme="minorHAnsi" w:hAnsiTheme="minorHAnsi" w:cstheme="minorHAnsi"/>
                <w:sz w:val="24"/>
                <w:szCs w:val="24"/>
              </w:rPr>
              <w:t>Use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93BED">
              <w:rPr>
                <w:rFonts w:asciiTheme="minorHAnsi" w:hAnsiTheme="minorHAnsi" w:cstheme="minorHAnsi"/>
                <w:sz w:val="24"/>
                <w:szCs w:val="24"/>
              </w:rPr>
              <w:t>(apply-3)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393BED">
              <w:rPr>
                <w:rFonts w:asciiTheme="minorHAnsi" w:hAnsiTheme="minorHAnsi" w:cstheme="minorHAnsi"/>
                <w:sz w:val="24"/>
                <w:szCs w:val="24"/>
              </w:rPr>
              <w:t>Express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Pr="00393BED">
              <w:rPr>
                <w:rFonts w:asciiTheme="minorHAnsi" w:hAnsiTheme="minorHAnsi" w:cstheme="minorHAnsi"/>
                <w:sz w:val="24"/>
                <w:szCs w:val="24"/>
              </w:rPr>
              <w:t>apply-3)</w:t>
            </w:r>
          </w:p>
          <w:p w:rsidR="005F3AAB" w:rsidRPr="00F53206" w:rsidRDefault="00393BED" w:rsidP="00393BE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393BED">
              <w:rPr>
                <w:rFonts w:asciiTheme="minorHAnsi" w:hAnsiTheme="minorHAnsi" w:cstheme="minorHAnsi"/>
                <w:sz w:val="24"/>
                <w:szCs w:val="24"/>
              </w:rPr>
              <w:t>(DOK1)</w:t>
            </w:r>
          </w:p>
        </w:tc>
      </w:tr>
      <w:tr w:rsidR="00095627" w:rsidRPr="005841A6" w:rsidTr="00A61DF1">
        <w:trPr>
          <w:trHeight w:val="86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095627" w:rsidRPr="00ED129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“I can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…” S</w:t>
            </w: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tatements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Pr="00393BED" w:rsidRDefault="00393BED" w:rsidP="00393BE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53206">
              <w:rPr>
                <w:rFonts w:cstheme="minorHAnsi"/>
                <w:sz w:val="24"/>
                <w:szCs w:val="24"/>
              </w:rPr>
              <w:t>I can use the distributive property to rewrite a simple addition problem when the addends have a common factor.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 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Pr="00393BED" w:rsidRDefault="00393BED" w:rsidP="00393B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Distribute, Addends, properties, distributive, common factor, multiple</w:t>
            </w:r>
          </w:p>
        </w:tc>
      </w:tr>
      <w:tr w:rsidR="00095627" w:rsidRPr="005841A6" w:rsidTr="00C072C8">
        <w:trPr>
          <w:trHeight w:val="338"/>
          <w:jc w:val="center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5841A6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5841A6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D2844" w:rsidRDefault="00DD28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MathScool Video</w:t>
            </w:r>
          </w:p>
          <w:p w:rsidR="00DD2844" w:rsidRDefault="00DD28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9-1 pg. 332</w:t>
            </w:r>
          </w:p>
          <w:p w:rsidR="00DD2844" w:rsidRDefault="00DD28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Holt </w:t>
            </w:r>
            <w:r w:rsidR="00730262">
              <w:rPr>
                <w:rFonts w:ascii="Times New Roman" w:hAnsi="Times New Roman"/>
                <w:b/>
                <w:sz w:val="20"/>
                <w:szCs w:val="20"/>
              </w:rPr>
              <w:t>1-5 pg. 26</w:t>
            </w:r>
          </w:p>
          <w:p w:rsidR="00730262" w:rsidRDefault="0073026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Pizzazz Puzzles Sheet</w:t>
            </w:r>
          </w:p>
          <w:p w:rsidR="00DD2844" w:rsidRPr="005841A6" w:rsidRDefault="00DD2844" w:rsidP="007302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62" w:rsidRDefault="00730262" w:rsidP="007302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Performance Task One</w:t>
            </w:r>
          </w:p>
          <w:p w:rsidR="00730262" w:rsidRDefault="00730262" w:rsidP="007302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Rubric </w:t>
            </w:r>
          </w:p>
          <w:p w:rsidR="00730262" w:rsidRDefault="00730262" w:rsidP="007302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Colored Pencils, construction paper</w:t>
            </w:r>
          </w:p>
          <w:p w:rsidR="00095627" w:rsidRPr="005841A6" w:rsidRDefault="00095627" w:rsidP="00DD28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95627" w:rsidRPr="005841A6" w:rsidTr="00C072C8">
        <w:trPr>
          <w:trHeight w:val="197"/>
          <w:jc w:val="center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27" w:rsidRPr="00D85633" w:rsidRDefault="00095627" w:rsidP="00C072C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>8 Mathematical Practices:</w:t>
            </w:r>
          </w:p>
        </w:tc>
      </w:tr>
      <w:tr w:rsidR="00095627" w:rsidRPr="002C6A3F" w:rsidTr="00C072C8">
        <w:trPr>
          <w:trHeight w:val="1008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627" w:rsidRPr="00864684" w:rsidRDefault="00095627" w:rsidP="00A2760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1.  Make sense of problems and persevere in solving them. </w:t>
            </w:r>
          </w:p>
          <w:p w:rsidR="00095627" w:rsidRPr="00864684" w:rsidRDefault="00095627" w:rsidP="00A2760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64684">
              <w:rPr>
                <w:rFonts w:ascii="Times New Roman" w:hAnsi="Times New Roman"/>
                <w:sz w:val="18"/>
                <w:szCs w:val="18"/>
              </w:rPr>
              <w:t>2.  Reason abstractly and quantitatively.</w:t>
            </w:r>
          </w:p>
          <w:p w:rsidR="00095627" w:rsidRPr="00A27609" w:rsidRDefault="00095627" w:rsidP="00A2760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27609">
              <w:rPr>
                <w:rFonts w:ascii="Times New Roman" w:hAnsi="Times New Roman"/>
                <w:sz w:val="18"/>
                <w:szCs w:val="18"/>
              </w:rPr>
              <w:t>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627" w:rsidRPr="00A27609" w:rsidRDefault="00095627" w:rsidP="00A27609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27609">
              <w:rPr>
                <w:rFonts w:ascii="Times New Roman" w:hAnsi="Times New Roman"/>
                <w:sz w:val="18"/>
                <w:szCs w:val="18"/>
              </w:rPr>
              <w:t xml:space="preserve">   5.  Use appropriate tools strategically.</w:t>
            </w:r>
          </w:p>
          <w:p w:rsidR="00095627" w:rsidRPr="00A27609" w:rsidRDefault="00095627" w:rsidP="00A27609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27609">
              <w:rPr>
                <w:rFonts w:ascii="Times New Roman" w:hAnsi="Times New Roman"/>
                <w:sz w:val="18"/>
                <w:szCs w:val="18"/>
              </w:rPr>
              <w:t>6.  Attend to precision.</w:t>
            </w:r>
          </w:p>
          <w:p w:rsidR="00095627" w:rsidRPr="002C6A3F" w:rsidRDefault="00095627" w:rsidP="00A27609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Bell</w:t>
            </w:r>
            <w:r w:rsidR="0073026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ringer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Pr="005841A6" w:rsidRDefault="0073026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Over Head Check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095627" w:rsidRPr="0028606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Default="0073026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Performance Task One- Students work independently as teacher observes their mastery level. </w:t>
            </w:r>
          </w:p>
          <w:p w:rsidR="00730262" w:rsidRDefault="0073026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647A9" w:rsidRDefault="003647A9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“Distribute” materials for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Angry B</w:t>
            </w:r>
            <w:r w:rsidRPr="003647A9">
              <w:rPr>
                <w:rFonts w:ascii="Times New Roman" w:hAnsi="Times New Roman"/>
                <w:b/>
                <w:i/>
                <w:sz w:val="20"/>
                <w:szCs w:val="20"/>
              </w:rPr>
              <w:t>irds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activity. Prior engagement with vocabulary. </w:t>
            </w:r>
          </w:p>
          <w:p w:rsidR="00730262" w:rsidRPr="005841A6" w:rsidRDefault="0073026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95627" w:rsidRPr="005841A6" w:rsidTr="00A61DF1">
        <w:trPr>
          <w:trHeight w:val="21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647A9" w:rsidRDefault="003647A9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One: </w:t>
            </w:r>
          </w:p>
          <w:p w:rsidR="003647A9" w:rsidRDefault="003647A9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Explaining distributive property using Angry Birds introducing distributive property. Model using the activity.</w:t>
            </w:r>
            <w:r w:rsidR="00EB306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hyperlink r:id="rId8" w:history="1">
              <w:r w:rsidR="00EB3068">
                <w:rPr>
                  <w:rStyle w:val="Hyperlink"/>
                </w:rPr>
                <w:t>http://pinterest.com/pin/171559067025385718/</w:t>
              </w:r>
            </w:hyperlink>
          </w:p>
          <w:p w:rsidR="00EB3068" w:rsidRDefault="00EB3068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647A9" w:rsidRDefault="003647A9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Two: </w:t>
            </w:r>
          </w:p>
          <w:p w:rsidR="00EB3068" w:rsidRPr="00EB3068" w:rsidRDefault="003647A9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B3068">
              <w:rPr>
                <w:rFonts w:ascii="Times New Roman" w:hAnsi="Times New Roman"/>
                <w:b/>
                <w:sz w:val="20"/>
                <w:szCs w:val="20"/>
              </w:rPr>
              <w:t>OR use supermarket, doubling, tripling amounts, or area examples:</w:t>
            </w:r>
            <w:hyperlink r:id="rId9" w:history="1">
              <w:r w:rsidR="00EB3068">
                <w:rPr>
                  <w:rStyle w:val="Hyperlink"/>
                </w:rPr>
                <w:t>http://mathdude.quickanddirtytips.com/what-is-the-distributive-property.aspx</w:t>
              </w:r>
            </w:hyperlink>
          </w:p>
          <w:p w:rsidR="00EB3068" w:rsidRDefault="00EB3068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647A9" w:rsidRDefault="00EB3068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>
                  <wp:extent cx="1796902" cy="807304"/>
                  <wp:effectExtent l="19050" t="0" r="0" b="0"/>
                  <wp:docPr id="2" name="Picture 1" descr="http://www.quickanddirtytips.com/static/images/math/MD043-fig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quickanddirtytips.com/static/images/math/MD043-fig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660" cy="807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3068" w:rsidRDefault="00EB3068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Common Factoring: ex 36 + 8 = 4(9+2) </w:t>
            </w:r>
          </w:p>
          <w:p w:rsidR="00EB3068" w:rsidRDefault="00EB3068" w:rsidP="00EB306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Doubling, </w:t>
            </w:r>
          </w:p>
          <w:p w:rsidR="00EB3068" w:rsidRDefault="00EB3068" w:rsidP="00EB306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Tripling, </w:t>
            </w:r>
          </w:p>
          <w:p w:rsidR="00EB3068" w:rsidRDefault="00EB3068" w:rsidP="00EB306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Supermarket and real life</w:t>
            </w:r>
          </w:p>
          <w:p w:rsidR="00EB3068" w:rsidRDefault="00EB3068" w:rsidP="00EB306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Area</w:t>
            </w:r>
          </w:p>
          <w:p w:rsidR="00EB3068" w:rsidRDefault="00EB3068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3068" w:rsidRPr="00EB3068" w:rsidRDefault="00EB3068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Use Pizzazz to practice and for homework. 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Summarizing Strategy</w:t>
            </w:r>
          </w:p>
          <w:p w:rsidR="00095627" w:rsidRPr="0028606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Default="00EB3068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Day One: finish angry birds activity</w:t>
            </w:r>
          </w:p>
          <w:p w:rsidR="00EB3068" w:rsidRPr="005841A6" w:rsidRDefault="00EB3068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Day Two: Check for independent practice</w:t>
            </w:r>
          </w:p>
        </w:tc>
      </w:tr>
      <w:tr w:rsidR="00095627" w:rsidRPr="005841A6" w:rsidTr="00C072C8">
        <w:trPr>
          <w:trHeight w:val="34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864684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Assessment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864684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Homework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68" w:rsidRDefault="00EB3068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Check model for accuracy at 100%</w:t>
            </w:r>
          </w:p>
          <w:p w:rsidR="00EB3068" w:rsidRDefault="00EB3068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5627" w:rsidRPr="005841A6" w:rsidRDefault="00EB3068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Pizzazz worksheet from homework at 80%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27" w:rsidRDefault="00EB3068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Day One: Finish Angry Bird Project</w:t>
            </w:r>
          </w:p>
          <w:p w:rsidR="00EB3068" w:rsidRPr="005841A6" w:rsidRDefault="00EB3068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Day Two: Pizzazz Puzzle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DD28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Re-teaching Plan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3068" w:rsidRPr="005841A6" w:rsidRDefault="00EB3068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Intervention page from HOLT pg. 30</w:t>
            </w:r>
          </w:p>
        </w:tc>
      </w:tr>
    </w:tbl>
    <w:p w:rsidR="00927757" w:rsidRDefault="00A2114E"/>
    <w:sectPr w:rsidR="00927757" w:rsidSect="00A61DF1">
      <w:headerReference w:type="default" r:id="rId11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284" w:rsidRDefault="00BB5284" w:rsidP="00A61DF1">
      <w:pPr>
        <w:spacing w:after="0" w:line="240" w:lineRule="auto"/>
      </w:pPr>
      <w:r>
        <w:separator/>
      </w:r>
    </w:p>
  </w:endnote>
  <w:endnote w:type="continuationSeparator" w:id="0">
    <w:p w:rsidR="00BB5284" w:rsidRDefault="00BB5284" w:rsidP="00A6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284" w:rsidRDefault="00BB5284" w:rsidP="00A61DF1">
      <w:pPr>
        <w:spacing w:after="0" w:line="240" w:lineRule="auto"/>
      </w:pPr>
      <w:r>
        <w:separator/>
      </w:r>
    </w:p>
  </w:footnote>
  <w:footnote w:type="continuationSeparator" w:id="0">
    <w:p w:rsidR="00BB5284" w:rsidRDefault="00BB5284" w:rsidP="00A61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DF1" w:rsidRDefault="00C310CF" w:rsidP="00A61DF1">
    <w:pPr>
      <w:pStyle w:val="Header"/>
    </w:pPr>
    <w:r>
      <w:t>[Teacher Name]</w:t>
    </w:r>
    <w:r w:rsidR="00A61DF1">
      <w:tab/>
    </w:r>
    <w:r w:rsidR="00A61DF1">
      <w:ptab w:relativeTo="margin" w:alignment="right" w:leader="none"/>
    </w:r>
    <w:r w:rsidR="00A61DF1">
      <w:t>Date ____________</w:t>
    </w:r>
  </w:p>
  <w:p w:rsidR="00A61DF1" w:rsidRDefault="00C310CF" w:rsidP="00C310CF">
    <w:pPr>
      <w:pStyle w:val="Header"/>
      <w:tabs>
        <w:tab w:val="clear" w:pos="9360"/>
        <w:tab w:val="right" w:pos="10260"/>
      </w:tabs>
    </w:pPr>
    <w:r>
      <w:t>[School Name]</w:t>
    </w:r>
    <w:r w:rsidR="00A61DF1">
      <w:t xml:space="preserve"> </w:t>
    </w:r>
    <w:r w:rsidR="00A61DF1">
      <w:ptab w:relativeTo="margin" w:alignment="center" w:leader="none"/>
    </w:r>
    <w:r w:rsidR="00A61DF1" w:rsidRPr="00A61DF1">
      <w:t xml:space="preserve"> </w:t>
    </w:r>
    <w:r w:rsidR="00A61DF1">
      <w:tab/>
    </w:r>
    <w:r>
      <w:t xml:space="preserve">Period/Block: </w:t>
    </w:r>
    <w:r w:rsidR="00A61DF1">
      <w:t xml:space="preserve"> 1   2   3   4</w:t>
    </w:r>
    <w:r>
      <w:t xml:space="preserve">   5   6</w:t>
    </w:r>
    <w:r w:rsidR="00A61DF1"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542C"/>
    <w:multiLevelType w:val="hybridMultilevel"/>
    <w:tmpl w:val="5CC20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3547D"/>
    <w:multiLevelType w:val="hybridMultilevel"/>
    <w:tmpl w:val="F47024C8"/>
    <w:lvl w:ilvl="0" w:tplc="0409000D">
      <w:start w:val="1"/>
      <w:numFmt w:val="bullet"/>
      <w:lvlText w:val=""/>
      <w:lvlJc w:val="left"/>
      <w:pPr>
        <w:ind w:left="8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">
    <w:nsid w:val="1C2577E3"/>
    <w:multiLevelType w:val="hybridMultilevel"/>
    <w:tmpl w:val="52BECA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20551"/>
    <w:multiLevelType w:val="hybridMultilevel"/>
    <w:tmpl w:val="5FE2F1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555F4"/>
    <w:multiLevelType w:val="hybridMultilevel"/>
    <w:tmpl w:val="9A88D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4445BC"/>
    <w:multiLevelType w:val="hybridMultilevel"/>
    <w:tmpl w:val="357E75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094B31"/>
    <w:multiLevelType w:val="hybridMultilevel"/>
    <w:tmpl w:val="6BC86C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46E"/>
    <w:rsid w:val="00054DE7"/>
    <w:rsid w:val="00095627"/>
    <w:rsid w:val="001F15CB"/>
    <w:rsid w:val="001F446E"/>
    <w:rsid w:val="00261042"/>
    <w:rsid w:val="003647A9"/>
    <w:rsid w:val="00393BED"/>
    <w:rsid w:val="003C5223"/>
    <w:rsid w:val="00467FBA"/>
    <w:rsid w:val="004D3530"/>
    <w:rsid w:val="005C0941"/>
    <w:rsid w:val="005F3AAB"/>
    <w:rsid w:val="00602BD0"/>
    <w:rsid w:val="006910A5"/>
    <w:rsid w:val="00730262"/>
    <w:rsid w:val="0085056E"/>
    <w:rsid w:val="0085472F"/>
    <w:rsid w:val="00897E04"/>
    <w:rsid w:val="0091416D"/>
    <w:rsid w:val="00995AF7"/>
    <w:rsid w:val="009A4C2E"/>
    <w:rsid w:val="00A2114E"/>
    <w:rsid w:val="00A27609"/>
    <w:rsid w:val="00A345B9"/>
    <w:rsid w:val="00A61DF1"/>
    <w:rsid w:val="00AB57A5"/>
    <w:rsid w:val="00B4664B"/>
    <w:rsid w:val="00B53436"/>
    <w:rsid w:val="00BB5284"/>
    <w:rsid w:val="00BE73E4"/>
    <w:rsid w:val="00C23428"/>
    <w:rsid w:val="00C310CF"/>
    <w:rsid w:val="00C962C3"/>
    <w:rsid w:val="00D76754"/>
    <w:rsid w:val="00DD2844"/>
    <w:rsid w:val="00E24A5B"/>
    <w:rsid w:val="00E349DC"/>
    <w:rsid w:val="00E80BDA"/>
    <w:rsid w:val="00EB3068"/>
    <w:rsid w:val="00F6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EB30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B3068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B30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EB30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B3068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B30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5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nterest.com/pin/171559067025385718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mathdude.quickanddirtytips.com/what-is-the-distributive-property.asp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rling\Documents\Common%20Core%20Lessons%202012-2013\Common_Core_Lesson_Plan_Template_-_Gener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Common_Core_Lesson_Plan_Template_-_Generic.dotx</Template>
  <TotalTime>0</TotalTime>
  <Pages>2</Pages>
  <Words>318</Words>
  <Characters>1814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Sterling</dc:creator>
  <cp:lastModifiedBy>Phillips, Elizabeth</cp:lastModifiedBy>
  <cp:revision>2</cp:revision>
  <dcterms:created xsi:type="dcterms:W3CDTF">2012-07-26T17:06:00Z</dcterms:created>
  <dcterms:modified xsi:type="dcterms:W3CDTF">2012-07-26T17:06:00Z</dcterms:modified>
</cp:coreProperties>
</file>